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453E" w:rsidRDefault="00AD453E" w:rsidP="00AD453E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9B3FED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62133C">
        <w:rPr>
          <w:rFonts w:ascii="Tahoma" w:hAnsi="Tahoma" w:cs="Tahoma"/>
          <w:sz w:val="24"/>
          <w:szCs w:val="24"/>
        </w:rPr>
        <w:t>7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8E6A45">
        <w:rPr>
          <w:rFonts w:ascii="Tahoma" w:hAnsi="Tahoma" w:cs="Tahoma"/>
          <w:sz w:val="24"/>
          <w:szCs w:val="24"/>
        </w:rPr>
        <w:t>0</w:t>
      </w:r>
      <w:r w:rsidR="0062133C">
        <w:rPr>
          <w:rFonts w:ascii="Tahoma" w:hAnsi="Tahoma" w:cs="Tahoma"/>
          <w:sz w:val="24"/>
          <w:szCs w:val="24"/>
        </w:rPr>
        <w:t>7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DF76B0">
        <w:rPr>
          <w:rFonts w:ascii="Tahoma" w:hAnsi="Tahoma" w:cs="Tahoma"/>
          <w:sz w:val="24"/>
          <w:szCs w:val="24"/>
        </w:rPr>
        <w:t>životního prostředí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DF76B0">
        <w:rPr>
          <w:rFonts w:ascii="Tahoma" w:hAnsi="Tahoma" w:cs="Tahoma"/>
        </w:rPr>
        <w:t>životního prostředí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F7E67" w:rsidRPr="00DB4F9D" w:rsidRDefault="00F5027F" w:rsidP="00F5027F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F5027F">
        <w:rPr>
          <w:rFonts w:ascii="Tahoma" w:hAnsi="Tahoma" w:cs="Tahoma"/>
          <w:b/>
          <w:u w:val="single"/>
        </w:rPr>
        <w:t>Schválení výsledku hodnotící komise nadlimitní veřejné zakázky „</w:t>
      </w:r>
      <w:r>
        <w:rPr>
          <w:rFonts w:ascii="Tahoma" w:hAnsi="Tahoma" w:cs="Tahoma"/>
          <w:b/>
          <w:u w:val="single"/>
        </w:rPr>
        <w:t xml:space="preserve">Modernizace </w:t>
      </w:r>
      <w:r w:rsidRPr="00F5027F">
        <w:rPr>
          <w:rFonts w:ascii="Tahoma" w:hAnsi="Tahoma" w:cs="Tahoma"/>
          <w:b/>
          <w:u w:val="single"/>
        </w:rPr>
        <w:t>a rozšíření varovného a informačního systému města Strakonice“</w:t>
      </w:r>
      <w:r w:rsidR="00727EED">
        <w:rPr>
          <w:rFonts w:ascii="Tahoma" w:hAnsi="Tahoma" w:cs="Tahoma"/>
          <w:b/>
          <w:u w:val="single"/>
        </w:rPr>
        <w:t xml:space="preserve">  </w:t>
      </w:r>
      <w:r w:rsidR="00DB75C9">
        <w:rPr>
          <w:rFonts w:ascii="Tahoma" w:hAnsi="Tahoma" w:cs="Tahoma"/>
          <w:b/>
          <w:u w:val="single"/>
        </w:rPr>
        <w:t xml:space="preserve"> </w:t>
      </w:r>
    </w:p>
    <w:p w:rsidR="001F3506" w:rsidRPr="00053C5A" w:rsidRDefault="001F3506" w:rsidP="00053C5A">
      <w:pPr>
        <w:pStyle w:val="Odstavecseseznamem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Objednávky OŽP za červen</w:t>
      </w:r>
      <w:r w:rsidR="0062133C">
        <w:rPr>
          <w:rFonts w:ascii="Tahoma" w:hAnsi="Tahoma" w:cs="Tahoma"/>
          <w:b/>
          <w:u w:val="single"/>
        </w:rPr>
        <w:t>ec</w:t>
      </w:r>
      <w:r>
        <w:rPr>
          <w:rFonts w:ascii="Tahoma" w:hAnsi="Tahoma" w:cs="Tahoma"/>
          <w:b/>
          <w:u w:val="single"/>
        </w:rPr>
        <w:t xml:space="preserve"> 2021</w:t>
      </w:r>
    </w:p>
    <w:p w:rsidR="00BF7E67" w:rsidRPr="005E0400" w:rsidRDefault="00BF7E67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3D7520" w:rsidRDefault="003D752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3546" w:rsidRDefault="00D735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Pr="005E0400" w:rsidRDefault="00053C5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62133C">
        <w:rPr>
          <w:rFonts w:ascii="Tahoma" w:hAnsi="Tahoma" w:cs="Tahoma"/>
          <w:sz w:val="20"/>
          <w:szCs w:val="20"/>
        </w:rPr>
        <w:t>18</w:t>
      </w:r>
      <w:r w:rsidR="00DB75C9">
        <w:rPr>
          <w:rFonts w:ascii="Tahoma" w:hAnsi="Tahoma" w:cs="Tahoma"/>
          <w:sz w:val="20"/>
          <w:szCs w:val="20"/>
        </w:rPr>
        <w:t>.</w:t>
      </w:r>
      <w:r w:rsidR="00DF3FDC">
        <w:rPr>
          <w:rFonts w:ascii="Tahoma" w:hAnsi="Tahoma" w:cs="Tahoma"/>
          <w:sz w:val="20"/>
          <w:szCs w:val="20"/>
        </w:rPr>
        <w:t xml:space="preserve"> </w:t>
      </w:r>
      <w:r w:rsidR="0062133C">
        <w:rPr>
          <w:rFonts w:ascii="Tahoma" w:hAnsi="Tahoma" w:cs="Tahoma"/>
          <w:sz w:val="20"/>
          <w:szCs w:val="20"/>
        </w:rPr>
        <w:t>srpna</w:t>
      </w:r>
      <w:r w:rsidR="00F86B17">
        <w:rPr>
          <w:rFonts w:ascii="Tahoma" w:hAnsi="Tahoma" w:cs="Tahoma"/>
          <w:sz w:val="20"/>
          <w:szCs w:val="20"/>
        </w:rPr>
        <w:t xml:space="preserve"> 2021</w:t>
      </w: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660E89" w:rsidRDefault="00660E8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3546" w:rsidRDefault="00D735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D73546" w:rsidRPr="005E0400" w:rsidRDefault="00D735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BF7E67" w:rsidRPr="005E0400" w:rsidRDefault="006C086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Jaroslav Brůžek</w:t>
      </w:r>
    </w:p>
    <w:p w:rsidR="00BF7E67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C0862">
        <w:rPr>
          <w:rFonts w:ascii="Tahoma" w:hAnsi="Tahoma" w:cs="Tahoma"/>
          <w:sz w:val="20"/>
          <w:szCs w:val="20"/>
        </w:rPr>
        <w:t>odboru životního prostředí</w:t>
      </w:r>
    </w:p>
    <w:p w:rsidR="00BE21D9" w:rsidRDefault="00BE21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21D9" w:rsidRDefault="00BE21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21D9" w:rsidRDefault="00BE21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21D9" w:rsidRDefault="00BE21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21D9" w:rsidRDefault="00BE21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21D9" w:rsidRDefault="00BE21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21D9" w:rsidRDefault="00BE21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21D9" w:rsidRDefault="00BE21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21D9" w:rsidRDefault="00BE21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21D9" w:rsidRDefault="00BE21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E21D9" w:rsidRDefault="00BE21D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D73546" w:rsidRDefault="00D7354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37AD8" w:rsidRPr="00DB4F9D" w:rsidRDefault="00F5027F" w:rsidP="00F5027F">
      <w:pPr>
        <w:pStyle w:val="Nadpis2"/>
        <w:numPr>
          <w:ilvl w:val="0"/>
          <w:numId w:val="3"/>
        </w:numPr>
        <w:jc w:val="both"/>
        <w:rPr>
          <w:rFonts w:ascii="Tahoma" w:hAnsi="Tahoma" w:cs="Tahoma"/>
          <w:sz w:val="24"/>
        </w:rPr>
      </w:pPr>
      <w:r w:rsidRPr="00F5027F">
        <w:rPr>
          <w:rFonts w:ascii="Tahoma" w:hAnsi="Tahoma" w:cs="Tahoma"/>
          <w:sz w:val="24"/>
        </w:rPr>
        <w:lastRenderedPageBreak/>
        <w:t>Schválení výsledku hodnotící komise nadlimitní veřejné zakázky „Modernizace a rozšíření varovného a informačního systému města Strakonice“</w:t>
      </w:r>
    </w:p>
    <w:p w:rsidR="00F5027F" w:rsidRPr="00863537" w:rsidRDefault="00F5027F" w:rsidP="00F5027F">
      <w:pPr>
        <w:rPr>
          <w:rFonts w:ascii="Tahoma" w:hAnsi="Tahoma" w:cs="Tahoma"/>
          <w:sz w:val="20"/>
          <w:szCs w:val="20"/>
        </w:rPr>
      </w:pPr>
    </w:p>
    <w:p w:rsidR="00F5027F" w:rsidRPr="005E0400" w:rsidRDefault="00F5027F" w:rsidP="00F5027F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F5027F" w:rsidRPr="005E0400" w:rsidRDefault="00F5027F" w:rsidP="00F5027F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F5027F" w:rsidRPr="005E0400" w:rsidRDefault="00F5027F" w:rsidP="00F5027F">
      <w:pPr>
        <w:pStyle w:val="Nadpis3"/>
      </w:pPr>
      <w:r w:rsidRPr="005E0400">
        <w:t xml:space="preserve">I. </w:t>
      </w:r>
      <w:r>
        <w:t>Souhlasí</w:t>
      </w:r>
    </w:p>
    <w:p w:rsidR="00F5027F" w:rsidRDefault="00F5027F" w:rsidP="0077650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230C9">
        <w:rPr>
          <w:rFonts w:ascii="Tahoma" w:hAnsi="Tahoma" w:cs="Tahoma"/>
          <w:sz w:val="20"/>
          <w:szCs w:val="20"/>
        </w:rPr>
        <w:t>s vyhodnocením výběrového řízení provedeného hodnotící komisí na realizaci</w:t>
      </w:r>
      <w:r>
        <w:rPr>
          <w:rFonts w:ascii="Tahoma" w:hAnsi="Tahoma" w:cs="Tahoma"/>
          <w:sz w:val="20"/>
          <w:szCs w:val="20"/>
        </w:rPr>
        <w:t xml:space="preserve"> nadlimitní</w:t>
      </w:r>
      <w:r w:rsidRPr="00C230C9">
        <w:rPr>
          <w:rFonts w:ascii="Tahoma" w:hAnsi="Tahoma" w:cs="Tahoma"/>
          <w:sz w:val="20"/>
          <w:szCs w:val="20"/>
        </w:rPr>
        <w:t xml:space="preserve"> veřejné zakázky „</w:t>
      </w:r>
      <w:r w:rsidRPr="00F5027F">
        <w:rPr>
          <w:rFonts w:ascii="Tahoma" w:hAnsi="Tahoma" w:cs="Tahoma"/>
          <w:sz w:val="20"/>
          <w:szCs w:val="20"/>
        </w:rPr>
        <w:t>Modernizace a rozšíření varovného a informačního systému města Strakonice</w:t>
      </w:r>
      <w:r w:rsidRPr="00C230C9">
        <w:rPr>
          <w:rFonts w:ascii="Tahoma" w:hAnsi="Tahoma" w:cs="Tahoma"/>
          <w:sz w:val="20"/>
          <w:szCs w:val="20"/>
        </w:rPr>
        <w:t>“.</w:t>
      </w:r>
    </w:p>
    <w:p w:rsidR="00F5027F" w:rsidRDefault="00F5027F" w:rsidP="0077650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</w:p>
    <w:p w:rsidR="00F5027F" w:rsidRPr="005E0400" w:rsidRDefault="00F5027F" w:rsidP="00F5027F">
      <w:pPr>
        <w:pStyle w:val="Nadpis3"/>
      </w:pPr>
      <w:r>
        <w:t>I</w:t>
      </w:r>
      <w:r w:rsidRPr="005E0400">
        <w:t xml:space="preserve">I. </w:t>
      </w:r>
      <w:r>
        <w:t>Souhlasí</w:t>
      </w:r>
    </w:p>
    <w:p w:rsidR="00F5027F" w:rsidRDefault="00F5027F" w:rsidP="0077650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C230C9">
        <w:rPr>
          <w:rFonts w:ascii="Tahoma" w:hAnsi="Tahoma" w:cs="Tahoma"/>
          <w:sz w:val="20"/>
          <w:szCs w:val="20"/>
        </w:rPr>
        <w:t xml:space="preserve">s uzavřením smlouvy o </w:t>
      </w:r>
      <w:r>
        <w:rPr>
          <w:rFonts w:ascii="Tahoma" w:hAnsi="Tahoma" w:cs="Tahoma"/>
          <w:sz w:val="20"/>
          <w:szCs w:val="20"/>
        </w:rPr>
        <w:t xml:space="preserve">dílo </w:t>
      </w:r>
      <w:r w:rsidR="00776503">
        <w:rPr>
          <w:rFonts w:ascii="Tahoma" w:hAnsi="Tahoma" w:cs="Tahoma"/>
          <w:sz w:val="20"/>
          <w:szCs w:val="20"/>
        </w:rPr>
        <w:t>–</w:t>
      </w:r>
      <w:r>
        <w:rPr>
          <w:rFonts w:ascii="Tahoma" w:hAnsi="Tahoma" w:cs="Tahoma"/>
          <w:sz w:val="20"/>
          <w:szCs w:val="20"/>
        </w:rPr>
        <w:t xml:space="preserve"> </w:t>
      </w:r>
      <w:r w:rsidR="00776503">
        <w:rPr>
          <w:rFonts w:ascii="Tahoma" w:hAnsi="Tahoma" w:cs="Tahoma"/>
          <w:sz w:val="20"/>
          <w:szCs w:val="20"/>
        </w:rPr>
        <w:t>Modernizace a rozšíření varovného a informačního systému města Strakonice</w:t>
      </w:r>
      <w:r>
        <w:rPr>
          <w:rFonts w:ascii="Tahoma" w:hAnsi="Tahoma" w:cs="Tahoma"/>
          <w:sz w:val="20"/>
          <w:szCs w:val="20"/>
        </w:rPr>
        <w:t xml:space="preserve"> se společností</w:t>
      </w:r>
      <w:r w:rsidRPr="00C230C9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76503">
        <w:rPr>
          <w:rFonts w:ascii="Tahoma" w:hAnsi="Tahoma" w:cs="Tahoma"/>
          <w:b/>
          <w:sz w:val="20"/>
          <w:szCs w:val="20"/>
        </w:rPr>
        <w:t>Colsys</w:t>
      </w:r>
      <w:proofErr w:type="spellEnd"/>
      <w:r w:rsidRPr="004B6DFE">
        <w:rPr>
          <w:rFonts w:ascii="Tahoma" w:hAnsi="Tahoma" w:cs="Tahoma"/>
          <w:b/>
          <w:sz w:val="20"/>
          <w:szCs w:val="20"/>
        </w:rPr>
        <w:t xml:space="preserve"> s. r. o.</w:t>
      </w:r>
      <w:r w:rsidRPr="00C230C9">
        <w:rPr>
          <w:rFonts w:ascii="Tahoma" w:hAnsi="Tahoma" w:cs="Tahoma"/>
          <w:sz w:val="20"/>
          <w:szCs w:val="20"/>
        </w:rPr>
        <w:t xml:space="preserve">, </w:t>
      </w:r>
      <w:r w:rsidR="00776503">
        <w:rPr>
          <w:rFonts w:ascii="Tahoma" w:hAnsi="Tahoma" w:cs="Tahoma"/>
          <w:sz w:val="20"/>
          <w:szCs w:val="20"/>
        </w:rPr>
        <w:t>Buštěhradská 109</w:t>
      </w:r>
      <w:r>
        <w:rPr>
          <w:rFonts w:ascii="Tahoma" w:hAnsi="Tahoma" w:cs="Tahoma"/>
          <w:sz w:val="20"/>
          <w:szCs w:val="20"/>
        </w:rPr>
        <w:t xml:space="preserve">, </w:t>
      </w:r>
      <w:r w:rsidR="00776503">
        <w:rPr>
          <w:rFonts w:ascii="Tahoma" w:hAnsi="Tahoma" w:cs="Tahoma"/>
          <w:sz w:val="20"/>
          <w:szCs w:val="20"/>
        </w:rPr>
        <w:t>272 03</w:t>
      </w:r>
      <w:r>
        <w:rPr>
          <w:rFonts w:ascii="Tahoma" w:hAnsi="Tahoma" w:cs="Tahoma"/>
          <w:sz w:val="20"/>
          <w:szCs w:val="20"/>
        </w:rPr>
        <w:t xml:space="preserve">  </w:t>
      </w:r>
      <w:r w:rsidR="00776503">
        <w:rPr>
          <w:rFonts w:ascii="Tahoma" w:hAnsi="Tahoma" w:cs="Tahoma"/>
          <w:sz w:val="20"/>
          <w:szCs w:val="20"/>
        </w:rPr>
        <w:t>Kladno</w:t>
      </w:r>
      <w:r w:rsidRPr="00C230C9">
        <w:rPr>
          <w:rFonts w:ascii="Tahoma" w:hAnsi="Tahoma" w:cs="Tahoma"/>
          <w:sz w:val="20"/>
          <w:szCs w:val="20"/>
        </w:rPr>
        <w:t xml:space="preserve">, IČO: </w:t>
      </w:r>
      <w:r w:rsidR="00776503">
        <w:rPr>
          <w:rFonts w:ascii="Tahoma" w:hAnsi="Tahoma" w:cs="Tahoma"/>
          <w:sz w:val="20"/>
          <w:szCs w:val="20"/>
        </w:rPr>
        <w:t>147 99 634</w:t>
      </w:r>
      <w:r w:rsidRPr="00C230C9">
        <w:rPr>
          <w:rFonts w:ascii="Tahoma" w:hAnsi="Tahoma" w:cs="Tahoma"/>
          <w:sz w:val="20"/>
          <w:szCs w:val="20"/>
        </w:rPr>
        <w:t>, za</w:t>
      </w:r>
      <w:r w:rsidR="00776503">
        <w:rPr>
          <w:rFonts w:ascii="Tahoma" w:hAnsi="Tahoma" w:cs="Tahoma"/>
          <w:sz w:val="20"/>
          <w:szCs w:val="20"/>
        </w:rPr>
        <w:t> </w:t>
      </w:r>
      <w:r w:rsidRPr="00C230C9">
        <w:rPr>
          <w:rFonts w:ascii="Tahoma" w:hAnsi="Tahoma" w:cs="Tahoma"/>
          <w:sz w:val="20"/>
          <w:szCs w:val="20"/>
        </w:rPr>
        <w:t xml:space="preserve">cenu </w:t>
      </w:r>
      <w:r w:rsidR="00776503">
        <w:rPr>
          <w:rFonts w:ascii="Tahoma" w:hAnsi="Tahoma" w:cs="Tahoma"/>
          <w:sz w:val="20"/>
          <w:szCs w:val="20"/>
        </w:rPr>
        <w:t>11</w:t>
      </w:r>
      <w:r>
        <w:rPr>
          <w:rFonts w:ascii="Tahoma" w:hAnsi="Tahoma" w:cs="Tahoma"/>
          <w:sz w:val="20"/>
          <w:szCs w:val="20"/>
        </w:rPr>
        <w:t>.</w:t>
      </w:r>
      <w:r w:rsidR="00776503">
        <w:rPr>
          <w:rFonts w:ascii="Tahoma" w:hAnsi="Tahoma" w:cs="Tahoma"/>
          <w:sz w:val="20"/>
          <w:szCs w:val="20"/>
        </w:rPr>
        <w:t>035</w:t>
      </w:r>
      <w:r>
        <w:rPr>
          <w:rFonts w:ascii="Tahoma" w:hAnsi="Tahoma" w:cs="Tahoma"/>
          <w:sz w:val="20"/>
          <w:szCs w:val="20"/>
        </w:rPr>
        <w:t>.</w:t>
      </w:r>
      <w:r w:rsidR="00776503">
        <w:rPr>
          <w:rFonts w:ascii="Tahoma" w:hAnsi="Tahoma" w:cs="Tahoma"/>
          <w:sz w:val="20"/>
          <w:szCs w:val="20"/>
        </w:rPr>
        <w:t>969</w:t>
      </w:r>
      <w:r>
        <w:rPr>
          <w:rFonts w:ascii="Tahoma" w:hAnsi="Tahoma" w:cs="Tahoma"/>
          <w:sz w:val="20"/>
          <w:szCs w:val="20"/>
        </w:rPr>
        <w:t>,00</w:t>
      </w:r>
      <w:r w:rsidRPr="00C230C9">
        <w:rPr>
          <w:rFonts w:ascii="Tahoma" w:hAnsi="Tahoma" w:cs="Tahoma"/>
          <w:sz w:val="20"/>
          <w:szCs w:val="20"/>
        </w:rPr>
        <w:t xml:space="preserve"> Kč bez DPH, </w:t>
      </w:r>
      <w:proofErr w:type="spellStart"/>
      <w:r w:rsidRPr="00C230C9">
        <w:rPr>
          <w:rFonts w:ascii="Tahoma" w:hAnsi="Tahoma" w:cs="Tahoma"/>
          <w:sz w:val="20"/>
          <w:szCs w:val="20"/>
        </w:rPr>
        <w:t>tj</w:t>
      </w:r>
      <w:proofErr w:type="spellEnd"/>
      <w:r w:rsidRPr="00C230C9">
        <w:rPr>
          <w:rFonts w:ascii="Tahoma" w:hAnsi="Tahoma" w:cs="Tahoma"/>
          <w:sz w:val="20"/>
          <w:szCs w:val="20"/>
        </w:rPr>
        <w:t xml:space="preserve">, za celkovou cenu včetně DPH </w:t>
      </w:r>
      <w:r w:rsidR="00776503">
        <w:rPr>
          <w:rFonts w:ascii="Tahoma" w:hAnsi="Tahoma" w:cs="Tahoma"/>
          <w:sz w:val="20"/>
          <w:szCs w:val="20"/>
        </w:rPr>
        <w:t>13.353.522</w:t>
      </w:r>
      <w:r>
        <w:rPr>
          <w:rFonts w:ascii="Tahoma" w:hAnsi="Tahoma" w:cs="Tahoma"/>
          <w:sz w:val="20"/>
          <w:szCs w:val="20"/>
        </w:rPr>
        <w:t>,00</w:t>
      </w:r>
      <w:r w:rsidRPr="00C230C9">
        <w:rPr>
          <w:rFonts w:ascii="Tahoma" w:hAnsi="Tahoma" w:cs="Tahoma"/>
          <w:sz w:val="20"/>
          <w:szCs w:val="20"/>
        </w:rPr>
        <w:t xml:space="preserve"> Kč</w:t>
      </w:r>
      <w:r>
        <w:rPr>
          <w:rFonts w:ascii="Tahoma" w:hAnsi="Tahoma" w:cs="Tahoma"/>
          <w:sz w:val="20"/>
          <w:szCs w:val="20"/>
        </w:rPr>
        <w:t>.</w:t>
      </w:r>
    </w:p>
    <w:p w:rsidR="00F5027F" w:rsidRDefault="00F5027F" w:rsidP="0077650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Termín z</w:t>
      </w:r>
      <w:r w:rsidRPr="008E37F6">
        <w:rPr>
          <w:rFonts w:ascii="Tahoma" w:hAnsi="Tahoma" w:cs="Tahoma"/>
          <w:sz w:val="20"/>
          <w:szCs w:val="20"/>
        </w:rPr>
        <w:t xml:space="preserve">ahájení plnění </w:t>
      </w:r>
      <w:r w:rsidR="00776503">
        <w:rPr>
          <w:rFonts w:ascii="Tahoma" w:hAnsi="Tahoma" w:cs="Tahoma"/>
          <w:sz w:val="20"/>
          <w:szCs w:val="20"/>
        </w:rPr>
        <w:t>–</w:t>
      </w:r>
      <w:r>
        <w:rPr>
          <w:rFonts w:ascii="Tahoma" w:hAnsi="Tahoma" w:cs="Tahoma"/>
          <w:sz w:val="20"/>
          <w:szCs w:val="20"/>
        </w:rPr>
        <w:t xml:space="preserve"> </w:t>
      </w:r>
      <w:r w:rsidR="00776503">
        <w:rPr>
          <w:rFonts w:ascii="Tahoma" w:hAnsi="Tahoma" w:cs="Tahoma"/>
          <w:sz w:val="20"/>
          <w:szCs w:val="20"/>
        </w:rPr>
        <w:t>zhotovitel je povinen zahájit práce na provedení díla do 14 dnů ode dne předání staveniště</w:t>
      </w:r>
      <w:r w:rsidRPr="00C230C9">
        <w:rPr>
          <w:rFonts w:ascii="Tahoma" w:hAnsi="Tahoma" w:cs="Tahoma"/>
          <w:sz w:val="20"/>
          <w:szCs w:val="20"/>
        </w:rPr>
        <w:t>.</w:t>
      </w:r>
      <w:r w:rsidR="00776503">
        <w:rPr>
          <w:rFonts w:ascii="Tahoma" w:hAnsi="Tahoma" w:cs="Tahoma"/>
          <w:sz w:val="20"/>
          <w:szCs w:val="20"/>
        </w:rPr>
        <w:t xml:space="preserve"> Dílo bude provedeno nejpozději do 6 měsíců ode dne předání staveniště.</w:t>
      </w:r>
      <w:r w:rsidRPr="00C230C9">
        <w:rPr>
          <w:rFonts w:ascii="Tahoma" w:hAnsi="Tahoma" w:cs="Tahoma"/>
          <w:sz w:val="20"/>
          <w:szCs w:val="20"/>
        </w:rPr>
        <w:t xml:space="preserve"> </w:t>
      </w:r>
    </w:p>
    <w:p w:rsidR="00F5027F" w:rsidRDefault="00F5027F" w:rsidP="00F5027F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</w:p>
    <w:p w:rsidR="00F5027F" w:rsidRPr="005E0400" w:rsidRDefault="00F5027F" w:rsidP="00F5027F">
      <w:pPr>
        <w:pStyle w:val="Nadpis3"/>
      </w:pPr>
      <w:r>
        <w:t>II</w:t>
      </w:r>
      <w:r w:rsidRPr="005E0400">
        <w:t xml:space="preserve">I. </w:t>
      </w:r>
      <w:r>
        <w:t>Pověřuje</w:t>
      </w:r>
    </w:p>
    <w:p w:rsidR="00F5027F" w:rsidRDefault="00F5027F" w:rsidP="0077650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863537">
        <w:rPr>
          <w:rFonts w:ascii="Tahoma" w:hAnsi="Tahoma" w:cs="Tahoma"/>
          <w:sz w:val="20"/>
          <w:szCs w:val="20"/>
        </w:rPr>
        <w:t xml:space="preserve">starostu města podpisem předmětné </w:t>
      </w:r>
      <w:r>
        <w:rPr>
          <w:rFonts w:ascii="Tahoma" w:hAnsi="Tahoma" w:cs="Tahoma"/>
          <w:sz w:val="20"/>
          <w:szCs w:val="20"/>
        </w:rPr>
        <w:t xml:space="preserve">smlouvy </w:t>
      </w:r>
      <w:r w:rsidR="00C66AD8">
        <w:rPr>
          <w:rFonts w:ascii="Tahoma" w:hAnsi="Tahoma" w:cs="Tahoma"/>
          <w:sz w:val="20"/>
          <w:szCs w:val="20"/>
        </w:rPr>
        <w:t xml:space="preserve">o dílo </w:t>
      </w:r>
      <w:r>
        <w:rPr>
          <w:rFonts w:ascii="Tahoma" w:hAnsi="Tahoma" w:cs="Tahoma"/>
          <w:sz w:val="20"/>
          <w:szCs w:val="20"/>
        </w:rPr>
        <w:t>na m</w:t>
      </w:r>
      <w:r w:rsidRPr="00F5027F">
        <w:rPr>
          <w:rFonts w:ascii="Tahoma" w:hAnsi="Tahoma" w:cs="Tahoma"/>
          <w:sz w:val="20"/>
          <w:szCs w:val="20"/>
        </w:rPr>
        <w:t>odernizac</w:t>
      </w:r>
      <w:r>
        <w:rPr>
          <w:rFonts w:ascii="Tahoma" w:hAnsi="Tahoma" w:cs="Tahoma"/>
          <w:sz w:val="20"/>
          <w:szCs w:val="20"/>
        </w:rPr>
        <w:t>i</w:t>
      </w:r>
      <w:r w:rsidRPr="00F5027F">
        <w:rPr>
          <w:rFonts w:ascii="Tahoma" w:hAnsi="Tahoma" w:cs="Tahoma"/>
          <w:sz w:val="20"/>
          <w:szCs w:val="20"/>
        </w:rPr>
        <w:t xml:space="preserve"> a rozšíření varovného a</w:t>
      </w:r>
      <w:r w:rsidR="00C66AD8">
        <w:rPr>
          <w:rFonts w:ascii="Tahoma" w:hAnsi="Tahoma" w:cs="Tahoma"/>
          <w:sz w:val="20"/>
          <w:szCs w:val="20"/>
        </w:rPr>
        <w:t> </w:t>
      </w:r>
      <w:r w:rsidRPr="00F5027F">
        <w:rPr>
          <w:rFonts w:ascii="Tahoma" w:hAnsi="Tahoma" w:cs="Tahoma"/>
          <w:sz w:val="20"/>
          <w:szCs w:val="20"/>
        </w:rPr>
        <w:t>informačního systému města Strakonice</w:t>
      </w:r>
      <w:r w:rsidRPr="00863537">
        <w:rPr>
          <w:rFonts w:ascii="Tahoma" w:hAnsi="Tahoma" w:cs="Tahoma"/>
          <w:sz w:val="20"/>
          <w:szCs w:val="20"/>
        </w:rPr>
        <w:t>.</w:t>
      </w:r>
    </w:p>
    <w:p w:rsidR="00265DAB" w:rsidRDefault="00265DAB" w:rsidP="00AA7E7E">
      <w:pPr>
        <w:rPr>
          <w:rFonts w:ascii="Tahoma" w:hAnsi="Tahoma" w:cs="Tahoma"/>
          <w:sz w:val="20"/>
          <w:szCs w:val="20"/>
        </w:rPr>
      </w:pPr>
    </w:p>
    <w:p w:rsidR="001F3506" w:rsidRPr="00B8362D" w:rsidRDefault="001F3506" w:rsidP="001F3506">
      <w:pPr>
        <w:pStyle w:val="Nadpis2"/>
        <w:numPr>
          <w:ilvl w:val="0"/>
          <w:numId w:val="3"/>
        </w:numPr>
        <w:jc w:val="both"/>
        <w:rPr>
          <w:rFonts w:ascii="Tahoma" w:hAnsi="Tahoma" w:cs="Tahoma"/>
          <w:bCs w:val="0"/>
          <w:sz w:val="24"/>
        </w:rPr>
      </w:pPr>
      <w:r>
        <w:rPr>
          <w:bCs w:val="0"/>
        </w:rPr>
        <w:t>Objednávky OŽP za červen</w:t>
      </w:r>
      <w:r w:rsidR="00D73546">
        <w:rPr>
          <w:bCs w:val="0"/>
        </w:rPr>
        <w:t>ec</w:t>
      </w:r>
      <w:r>
        <w:rPr>
          <w:bCs w:val="0"/>
        </w:rPr>
        <w:t xml:space="preserve"> 2021</w:t>
      </w:r>
    </w:p>
    <w:p w:rsidR="001F3506" w:rsidRPr="00B8362D" w:rsidRDefault="001F3506" w:rsidP="001F3506"/>
    <w:p w:rsidR="001F3506" w:rsidRPr="005E0400" w:rsidRDefault="001F3506" w:rsidP="001F3506">
      <w:pPr>
        <w:jc w:val="both"/>
        <w:rPr>
          <w:rFonts w:ascii="Tahoma" w:hAnsi="Tahoma" w:cs="Tahoma"/>
          <w:sz w:val="20"/>
          <w:szCs w:val="20"/>
        </w:rPr>
      </w:pPr>
    </w:p>
    <w:p w:rsidR="001F3506" w:rsidRPr="005E0400" w:rsidRDefault="001F3506" w:rsidP="001F3506">
      <w:pPr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1F3506" w:rsidRPr="005E0400" w:rsidRDefault="001F3506" w:rsidP="001F3506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1F3506" w:rsidRPr="005E0400" w:rsidRDefault="001F3506" w:rsidP="001F3506">
      <w:pPr>
        <w:rPr>
          <w:rFonts w:ascii="Tahoma" w:hAnsi="Tahoma" w:cs="Tahoma"/>
          <w:sz w:val="20"/>
          <w:szCs w:val="20"/>
        </w:rPr>
      </w:pPr>
    </w:p>
    <w:p w:rsidR="001F3506" w:rsidRPr="005E0400" w:rsidRDefault="001F3506" w:rsidP="001F3506">
      <w:pPr>
        <w:pStyle w:val="Nadpis3"/>
      </w:pPr>
      <w:r w:rsidRPr="005E0400">
        <w:t xml:space="preserve">I. </w:t>
      </w:r>
      <w:r>
        <w:t>Bere na vědomí</w:t>
      </w:r>
    </w:p>
    <w:p w:rsidR="001F3506" w:rsidRPr="00265DAB" w:rsidRDefault="001F3506" w:rsidP="001F3506">
      <w:pPr>
        <w:rPr>
          <w:rFonts w:ascii="Tahoma" w:hAnsi="Tahoma" w:cs="Tahoma"/>
          <w:sz w:val="20"/>
          <w:szCs w:val="20"/>
        </w:rPr>
      </w:pPr>
      <w:r w:rsidRPr="00265DAB">
        <w:rPr>
          <w:rFonts w:ascii="Tahoma" w:hAnsi="Tahoma" w:cs="Tahoma"/>
          <w:sz w:val="20"/>
          <w:szCs w:val="20"/>
        </w:rPr>
        <w:t xml:space="preserve">Seznam objednávek odboru životního prostředí za </w:t>
      </w:r>
      <w:r>
        <w:rPr>
          <w:rFonts w:ascii="Tahoma" w:hAnsi="Tahoma" w:cs="Tahoma"/>
          <w:sz w:val="20"/>
          <w:szCs w:val="20"/>
        </w:rPr>
        <w:t>červen</w:t>
      </w:r>
      <w:r w:rsidR="0062133C">
        <w:rPr>
          <w:rFonts w:ascii="Tahoma" w:hAnsi="Tahoma" w:cs="Tahoma"/>
          <w:sz w:val="20"/>
          <w:szCs w:val="20"/>
        </w:rPr>
        <w:t>ec</w:t>
      </w:r>
      <w:r w:rsidRPr="00265DAB">
        <w:rPr>
          <w:rFonts w:ascii="Tahoma" w:hAnsi="Tahoma" w:cs="Tahoma"/>
          <w:sz w:val="20"/>
          <w:szCs w:val="20"/>
        </w:rPr>
        <w:t xml:space="preserve"> 2021.</w:t>
      </w:r>
    </w:p>
    <w:p w:rsidR="00DF3FDC" w:rsidRDefault="00DF3FDC" w:rsidP="00AA7E7E"/>
    <w:p w:rsidR="00DF3FDC" w:rsidRDefault="00DF3FDC" w:rsidP="00AA7E7E"/>
    <w:p w:rsidR="00DF3FDC" w:rsidRDefault="00DF3FDC" w:rsidP="00AA7E7E"/>
    <w:p w:rsidR="00DF3FDC" w:rsidRDefault="00DF3FDC" w:rsidP="00AA7E7E"/>
    <w:p w:rsidR="00DF3FDC" w:rsidRDefault="00DF3FDC" w:rsidP="00AA7E7E"/>
    <w:p w:rsidR="00DF3FDC" w:rsidRDefault="00DF3FDC" w:rsidP="00AA7E7E"/>
    <w:sectPr w:rsidR="00DF3F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1F8A1D25"/>
    <w:multiLevelType w:val="hybridMultilevel"/>
    <w:tmpl w:val="76B0D85E"/>
    <w:lvl w:ilvl="0" w:tplc="A4920778">
      <w:start w:val="1"/>
      <w:numFmt w:val="lowerLetter"/>
      <w:lvlText w:val="%1 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904"/>
    <w:rsid w:val="00032F49"/>
    <w:rsid w:val="00050DA4"/>
    <w:rsid w:val="000530EC"/>
    <w:rsid w:val="00053C5A"/>
    <w:rsid w:val="00061B60"/>
    <w:rsid w:val="00077160"/>
    <w:rsid w:val="00077D3A"/>
    <w:rsid w:val="000862B1"/>
    <w:rsid w:val="000919E8"/>
    <w:rsid w:val="000D04E9"/>
    <w:rsid w:val="00103142"/>
    <w:rsid w:val="001139DD"/>
    <w:rsid w:val="00144203"/>
    <w:rsid w:val="001A1D7A"/>
    <w:rsid w:val="001C15F9"/>
    <w:rsid w:val="001C6B43"/>
    <w:rsid w:val="001F3506"/>
    <w:rsid w:val="002141E7"/>
    <w:rsid w:val="00231796"/>
    <w:rsid w:val="00240EDA"/>
    <w:rsid w:val="00265DAB"/>
    <w:rsid w:val="00317B9A"/>
    <w:rsid w:val="0035309E"/>
    <w:rsid w:val="003C78C2"/>
    <w:rsid w:val="003D7520"/>
    <w:rsid w:val="003F2FAC"/>
    <w:rsid w:val="004248C1"/>
    <w:rsid w:val="0044704E"/>
    <w:rsid w:val="00463B41"/>
    <w:rsid w:val="004C7E88"/>
    <w:rsid w:val="004E0BD3"/>
    <w:rsid w:val="004E20C9"/>
    <w:rsid w:val="005078BB"/>
    <w:rsid w:val="00524A54"/>
    <w:rsid w:val="005445BC"/>
    <w:rsid w:val="0055252F"/>
    <w:rsid w:val="00554408"/>
    <w:rsid w:val="00583C29"/>
    <w:rsid w:val="00586AF8"/>
    <w:rsid w:val="005A352B"/>
    <w:rsid w:val="005B73DA"/>
    <w:rsid w:val="005D3FA8"/>
    <w:rsid w:val="005E0400"/>
    <w:rsid w:val="005F10FE"/>
    <w:rsid w:val="0060063D"/>
    <w:rsid w:val="00617128"/>
    <w:rsid w:val="0062133C"/>
    <w:rsid w:val="00641E7A"/>
    <w:rsid w:val="00660E89"/>
    <w:rsid w:val="00694F34"/>
    <w:rsid w:val="006A489B"/>
    <w:rsid w:val="006C0862"/>
    <w:rsid w:val="006D0DEB"/>
    <w:rsid w:val="006E7518"/>
    <w:rsid w:val="006F573C"/>
    <w:rsid w:val="00723260"/>
    <w:rsid w:val="00727EED"/>
    <w:rsid w:val="0074024C"/>
    <w:rsid w:val="00741295"/>
    <w:rsid w:val="00776503"/>
    <w:rsid w:val="007A2904"/>
    <w:rsid w:val="007A4371"/>
    <w:rsid w:val="007D32CB"/>
    <w:rsid w:val="00830619"/>
    <w:rsid w:val="008867CB"/>
    <w:rsid w:val="008A1356"/>
    <w:rsid w:val="008C03E2"/>
    <w:rsid w:val="008E6A45"/>
    <w:rsid w:val="0093061E"/>
    <w:rsid w:val="009456F9"/>
    <w:rsid w:val="009B3FED"/>
    <w:rsid w:val="009D03FD"/>
    <w:rsid w:val="009E26DB"/>
    <w:rsid w:val="00A432F0"/>
    <w:rsid w:val="00A54E79"/>
    <w:rsid w:val="00A60444"/>
    <w:rsid w:val="00A708C5"/>
    <w:rsid w:val="00AA7E7E"/>
    <w:rsid w:val="00AC01CC"/>
    <w:rsid w:val="00AC5ED4"/>
    <w:rsid w:val="00AD12D0"/>
    <w:rsid w:val="00AD453E"/>
    <w:rsid w:val="00B21534"/>
    <w:rsid w:val="00B37AD8"/>
    <w:rsid w:val="00B8362D"/>
    <w:rsid w:val="00B937F9"/>
    <w:rsid w:val="00B9387F"/>
    <w:rsid w:val="00BD0F0F"/>
    <w:rsid w:val="00BD2255"/>
    <w:rsid w:val="00BE21D9"/>
    <w:rsid w:val="00BF7E67"/>
    <w:rsid w:val="00C158CA"/>
    <w:rsid w:val="00C4590B"/>
    <w:rsid w:val="00C66AD8"/>
    <w:rsid w:val="00C76816"/>
    <w:rsid w:val="00D42EA9"/>
    <w:rsid w:val="00D4421A"/>
    <w:rsid w:val="00D73546"/>
    <w:rsid w:val="00D861E8"/>
    <w:rsid w:val="00D95B4D"/>
    <w:rsid w:val="00D95D29"/>
    <w:rsid w:val="00DB4F9D"/>
    <w:rsid w:val="00DB75C9"/>
    <w:rsid w:val="00DF2685"/>
    <w:rsid w:val="00DF3FDC"/>
    <w:rsid w:val="00DF5A9D"/>
    <w:rsid w:val="00DF76B0"/>
    <w:rsid w:val="00E14249"/>
    <w:rsid w:val="00E30530"/>
    <w:rsid w:val="00E64084"/>
    <w:rsid w:val="00E8430E"/>
    <w:rsid w:val="00EB459B"/>
    <w:rsid w:val="00EE354B"/>
    <w:rsid w:val="00F10D67"/>
    <w:rsid w:val="00F5027F"/>
    <w:rsid w:val="00F55858"/>
    <w:rsid w:val="00F765C5"/>
    <w:rsid w:val="00F86B17"/>
    <w:rsid w:val="00FB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02E84D9"/>
  <w15:chartTrackingRefBased/>
  <w15:docId w15:val="{97141685-8379-4BCE-A3B4-5BD42C669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3506"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rsid w:val="007A4371"/>
    <w:pPr>
      <w:keepNext/>
      <w:outlineLvl w:val="2"/>
    </w:pPr>
    <w:rPr>
      <w:rFonts w:ascii="Tahoma" w:hAnsi="Tahoma" w:cs="Tahoma"/>
      <w:b/>
      <w:bCs/>
      <w:sz w:val="20"/>
      <w:szCs w:val="20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rsid w:val="007A4371"/>
    <w:rPr>
      <w:rFonts w:ascii="Tahoma" w:hAnsi="Tahoma" w:cs="Tahoma"/>
      <w:b/>
      <w:bCs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78B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8BB"/>
    <w:rPr>
      <w:rFonts w:ascii="Segoe UI" w:hAnsi="Segoe UI" w:cs="Segoe UI"/>
      <w:sz w:val="18"/>
      <w:szCs w:val="18"/>
    </w:rPr>
  </w:style>
  <w:style w:type="character" w:styleId="Hypertextovodkaz">
    <w:name w:val="Hyperlink"/>
    <w:basedOn w:val="Standardnpsmoodstavce"/>
    <w:uiPriority w:val="99"/>
    <w:unhideWhenUsed/>
    <w:rsid w:val="0062133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1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65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0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9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2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9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52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msoffice\sablony\Mesto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50</TotalTime>
  <Pages>2</Pages>
  <Words>233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Peter Kurek</dc:creator>
  <cp:keywords/>
  <dc:description/>
  <cp:lastModifiedBy>Eva Mácková</cp:lastModifiedBy>
  <cp:revision>11</cp:revision>
  <cp:lastPrinted>2021-02-03T08:07:00Z</cp:lastPrinted>
  <dcterms:created xsi:type="dcterms:W3CDTF">2021-07-13T11:24:00Z</dcterms:created>
  <dcterms:modified xsi:type="dcterms:W3CDTF">2021-08-11T12:36:00Z</dcterms:modified>
</cp:coreProperties>
</file>